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86EF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E16C67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C9766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2A1E">
        <w:rPr>
          <w:rFonts w:ascii="Corbel" w:hAnsi="Corbel"/>
          <w:i/>
          <w:smallCaps/>
          <w:sz w:val="24"/>
          <w:szCs w:val="24"/>
        </w:rPr>
        <w:t>20</w:t>
      </w:r>
      <w:r w:rsidR="0081081B">
        <w:rPr>
          <w:rFonts w:ascii="Corbel" w:hAnsi="Corbel"/>
          <w:i/>
          <w:smallCaps/>
          <w:sz w:val="24"/>
          <w:szCs w:val="24"/>
        </w:rPr>
        <w:t>19</w:t>
      </w:r>
      <w:r w:rsidR="00C72A1E">
        <w:rPr>
          <w:rFonts w:ascii="Corbel" w:hAnsi="Corbel"/>
          <w:i/>
          <w:smallCaps/>
          <w:sz w:val="24"/>
          <w:szCs w:val="24"/>
        </w:rPr>
        <w:t>-202</w:t>
      </w:r>
      <w:r w:rsidR="0081081B">
        <w:rPr>
          <w:rFonts w:ascii="Corbel" w:hAnsi="Corbel"/>
          <w:i/>
          <w:smallCaps/>
          <w:sz w:val="24"/>
          <w:szCs w:val="24"/>
        </w:rPr>
        <w:t>2</w:t>
      </w:r>
    </w:p>
    <w:p w14:paraId="4DD1760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7AA1EE4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72A1E">
        <w:rPr>
          <w:rFonts w:ascii="Corbel" w:hAnsi="Corbel"/>
          <w:sz w:val="20"/>
          <w:szCs w:val="20"/>
        </w:rPr>
        <w:t>202</w:t>
      </w:r>
      <w:r w:rsidR="0081081B">
        <w:rPr>
          <w:rFonts w:ascii="Corbel" w:hAnsi="Corbel"/>
          <w:sz w:val="20"/>
          <w:szCs w:val="20"/>
        </w:rPr>
        <w:t>0</w:t>
      </w:r>
      <w:r w:rsidR="00C72A1E">
        <w:rPr>
          <w:rFonts w:ascii="Corbel" w:hAnsi="Corbel"/>
          <w:sz w:val="20"/>
          <w:szCs w:val="20"/>
        </w:rPr>
        <w:t>/202</w:t>
      </w:r>
      <w:r w:rsidR="0081081B">
        <w:rPr>
          <w:rFonts w:ascii="Corbel" w:hAnsi="Corbel"/>
          <w:sz w:val="20"/>
          <w:szCs w:val="20"/>
        </w:rPr>
        <w:t>1</w:t>
      </w:r>
    </w:p>
    <w:p w14:paraId="547019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DC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84D2DB" w14:textId="77777777" w:rsidTr="00B819C8">
        <w:tc>
          <w:tcPr>
            <w:tcW w:w="2694" w:type="dxa"/>
            <w:vAlign w:val="center"/>
          </w:tcPr>
          <w:p w14:paraId="52D0D6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B62A63" w14:textId="77777777" w:rsidR="0085747A" w:rsidRPr="009C54AE" w:rsidRDefault="008C6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Mediacje w pracy socjalnej</w:t>
            </w:r>
          </w:p>
        </w:tc>
      </w:tr>
      <w:tr w:rsidR="0085747A" w:rsidRPr="009C54AE" w14:paraId="0B5B80E2" w14:textId="77777777" w:rsidTr="00B819C8">
        <w:tc>
          <w:tcPr>
            <w:tcW w:w="2694" w:type="dxa"/>
            <w:vAlign w:val="center"/>
          </w:tcPr>
          <w:p w14:paraId="1D9A1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D4A8C6" w14:textId="77777777" w:rsidR="0085747A" w:rsidRPr="009C54AE" w:rsidRDefault="009A21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7BE0">
              <w:rPr>
                <w:rFonts w:ascii="Corbel" w:hAnsi="Corbel"/>
                <w:b w:val="0"/>
                <w:sz w:val="24"/>
                <w:szCs w:val="24"/>
              </w:rPr>
              <w:t>P1S[4]F_07</w:t>
            </w:r>
          </w:p>
        </w:tc>
      </w:tr>
      <w:tr w:rsidR="0085747A" w:rsidRPr="009C54AE" w14:paraId="73D20592" w14:textId="77777777" w:rsidTr="00B819C8">
        <w:tc>
          <w:tcPr>
            <w:tcW w:w="2694" w:type="dxa"/>
            <w:vAlign w:val="center"/>
          </w:tcPr>
          <w:p w14:paraId="506C267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D285B" w14:textId="77777777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5EB5CA" w14:textId="77777777" w:rsidTr="00B819C8">
        <w:tc>
          <w:tcPr>
            <w:tcW w:w="2694" w:type="dxa"/>
            <w:vAlign w:val="center"/>
          </w:tcPr>
          <w:p w14:paraId="5B2C9C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6BEC8D" w14:textId="77777777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29FB77" w14:textId="77777777" w:rsidTr="00B819C8">
        <w:tc>
          <w:tcPr>
            <w:tcW w:w="2694" w:type="dxa"/>
            <w:vAlign w:val="center"/>
          </w:tcPr>
          <w:p w14:paraId="7870D4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9C104C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4BF262F" w14:textId="77777777" w:rsidTr="00B819C8">
        <w:tc>
          <w:tcPr>
            <w:tcW w:w="2694" w:type="dxa"/>
            <w:vAlign w:val="center"/>
          </w:tcPr>
          <w:p w14:paraId="5EA0E5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90BD68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D26A369" w14:textId="77777777" w:rsidTr="00B819C8">
        <w:tc>
          <w:tcPr>
            <w:tcW w:w="2694" w:type="dxa"/>
            <w:vAlign w:val="center"/>
          </w:tcPr>
          <w:p w14:paraId="0428A6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7622ED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AC47BCD" w14:textId="77777777" w:rsidTr="00B819C8">
        <w:tc>
          <w:tcPr>
            <w:tcW w:w="2694" w:type="dxa"/>
            <w:vAlign w:val="center"/>
          </w:tcPr>
          <w:p w14:paraId="6E57A7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B9D245" w14:textId="77777777" w:rsidR="0085747A" w:rsidRPr="009C54AE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0DA644F" w14:textId="77777777" w:rsidTr="00B819C8">
        <w:tc>
          <w:tcPr>
            <w:tcW w:w="2694" w:type="dxa"/>
            <w:vAlign w:val="center"/>
          </w:tcPr>
          <w:p w14:paraId="5ECE66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3B4BDF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14:paraId="59A2397E" w14:textId="77777777" w:rsidTr="00B819C8">
        <w:tc>
          <w:tcPr>
            <w:tcW w:w="2694" w:type="dxa"/>
            <w:vAlign w:val="center"/>
          </w:tcPr>
          <w:p w14:paraId="2546EA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97E112" w14:textId="77777777" w:rsidR="0085747A" w:rsidRPr="009C54AE" w:rsidRDefault="00137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B6D0783" w14:textId="77777777" w:rsidTr="00B819C8">
        <w:tc>
          <w:tcPr>
            <w:tcW w:w="2694" w:type="dxa"/>
            <w:vAlign w:val="center"/>
          </w:tcPr>
          <w:p w14:paraId="3F847B5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7C1636" w14:textId="77777777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680E1F9" w14:textId="77777777" w:rsidTr="00B819C8">
        <w:tc>
          <w:tcPr>
            <w:tcW w:w="2694" w:type="dxa"/>
            <w:vAlign w:val="center"/>
          </w:tcPr>
          <w:p w14:paraId="10C5E3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BBB7A5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64D36C40" w14:textId="77777777" w:rsidTr="00B819C8">
        <w:tc>
          <w:tcPr>
            <w:tcW w:w="2694" w:type="dxa"/>
            <w:vAlign w:val="center"/>
          </w:tcPr>
          <w:p w14:paraId="5969ED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CF754A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DECC15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C13A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DF1D6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782B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7ADD1B" w14:textId="77777777" w:rsidTr="00E63B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054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176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1C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7A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14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AF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7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B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76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41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0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B4BD1B" w14:textId="77777777" w:rsidTr="00E63B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000A" w14:textId="77777777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7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F6B9" w14:textId="77777777" w:rsidR="00015B8F" w:rsidRPr="009C54AE" w:rsidRDefault="003B33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E6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7C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96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14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D4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DC07" w14:textId="77777777" w:rsidR="00015B8F" w:rsidRPr="009C54AE" w:rsidRDefault="0097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C7700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209C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2EEDE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6A91E8" w14:textId="77777777" w:rsidR="0085747A" w:rsidRPr="008D420F" w:rsidRDefault="003B336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8D420F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376C78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500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397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05D5A94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837B14C" w14:textId="77777777" w:rsidTr="00745302">
        <w:tc>
          <w:tcPr>
            <w:tcW w:w="9670" w:type="dxa"/>
          </w:tcPr>
          <w:p w14:paraId="70CB07EA" w14:textId="77777777"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</w:p>
          <w:p w14:paraId="37FB8C0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B9998C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636BF" w14:textId="77777777"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2949" w14:textId="77777777"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0F9E93" w14:textId="77777777"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34B1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DA38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895AFB" w14:textId="77777777" w:rsidR="00F83B28" w:rsidRPr="00137D23" w:rsidRDefault="0071620A" w:rsidP="00137D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779C5A1" w14:textId="77777777" w:rsidTr="00923D7D">
        <w:tc>
          <w:tcPr>
            <w:tcW w:w="851" w:type="dxa"/>
            <w:vAlign w:val="center"/>
          </w:tcPr>
          <w:p w14:paraId="24740A2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B65223" w14:textId="77777777" w:rsidR="0085747A" w:rsidRPr="00B915A4" w:rsidRDefault="00D43B0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zapoznanie studentów z podstawowymi zagadnieniami z zakresu mediacji i negocjacji oraz wykorzystaniem tych technik w obszarze działań pracy socjalnej</w:t>
            </w:r>
          </w:p>
        </w:tc>
      </w:tr>
      <w:tr w:rsidR="0085747A" w:rsidRPr="009C54AE" w14:paraId="4E86AA1B" w14:textId="77777777" w:rsidTr="00923D7D">
        <w:tc>
          <w:tcPr>
            <w:tcW w:w="851" w:type="dxa"/>
            <w:vAlign w:val="center"/>
          </w:tcPr>
          <w:p w14:paraId="159FA52E" w14:textId="77777777" w:rsidR="0085747A" w:rsidRPr="009C54AE" w:rsidRDefault="00BE2E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09A92" w14:textId="77777777" w:rsidR="0085747A" w:rsidRPr="00B915A4" w:rsidRDefault="001169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Nabycie  przez studentów umiejętności w zakresie standardów  usług socjalnych , w tym </w:t>
            </w:r>
            <w:proofErr w:type="spellStart"/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>standartów</w:t>
            </w:r>
            <w:proofErr w:type="spellEnd"/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technik negocjacyjnych i mediacyjnych</w:t>
            </w:r>
          </w:p>
        </w:tc>
      </w:tr>
      <w:tr w:rsidR="0085747A" w:rsidRPr="009C54AE" w14:paraId="2549CC7F" w14:textId="77777777" w:rsidTr="00923D7D">
        <w:tc>
          <w:tcPr>
            <w:tcW w:w="851" w:type="dxa"/>
            <w:vAlign w:val="center"/>
          </w:tcPr>
          <w:p w14:paraId="1F38AA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E2E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E61894" w14:textId="77777777" w:rsidR="0085747A" w:rsidRPr="009C54AE" w:rsidRDefault="00652D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, zwłaszcza zachowań dysfunkcyjnych</w:t>
            </w:r>
          </w:p>
        </w:tc>
      </w:tr>
    </w:tbl>
    <w:p w14:paraId="1B36D8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2591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55F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663"/>
        <w:gridCol w:w="1873"/>
      </w:tblGrid>
      <w:tr w:rsidR="00E63BFF" w:rsidRPr="009C54AE" w14:paraId="3A2BA8A3" w14:textId="77777777" w:rsidTr="00EC3602">
        <w:tc>
          <w:tcPr>
            <w:tcW w:w="1134" w:type="dxa"/>
            <w:vAlign w:val="center"/>
          </w:tcPr>
          <w:p w14:paraId="7A91CCB4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3" w:type="dxa"/>
            <w:vAlign w:val="center"/>
          </w:tcPr>
          <w:p w14:paraId="46671F69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D2CC918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3BFF" w:rsidRPr="009C54AE" w14:paraId="3B2B0E14" w14:textId="77777777" w:rsidTr="004110A8">
        <w:trPr>
          <w:trHeight w:val="2236"/>
        </w:trPr>
        <w:tc>
          <w:tcPr>
            <w:tcW w:w="1134" w:type="dxa"/>
          </w:tcPr>
          <w:p w14:paraId="37F14610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softHyphen/>
              <w:t>_01</w:t>
            </w:r>
          </w:p>
        </w:tc>
        <w:tc>
          <w:tcPr>
            <w:tcW w:w="6663" w:type="dxa"/>
          </w:tcPr>
          <w:p w14:paraId="3E19AD47" w14:textId="77777777" w:rsidR="00E63BFF" w:rsidRDefault="00EC3602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E63BFF" w:rsidRPr="00137D23">
              <w:rPr>
                <w:rFonts w:ascii="Corbel" w:hAnsi="Corbel"/>
                <w:b w:val="0"/>
                <w:sz w:val="24"/>
                <w:szCs w:val="24"/>
              </w:rPr>
              <w:t xml:space="preserve"> wiedzę na temat relacji społecznych zachodzących w życiu społecznym z perspektywy pracy socjalnej</w:t>
            </w:r>
          </w:p>
          <w:p w14:paraId="7A1951FC" w14:textId="77777777" w:rsidR="00E63BFF" w:rsidRPr="00137D23" w:rsidRDefault="004110A8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</w:t>
            </w:r>
            <w:r w:rsidR="00E63BFF" w:rsidRPr="00137D23">
              <w:rPr>
                <w:rFonts w:ascii="Corbel" w:hAnsi="Corbel"/>
                <w:b w:val="0"/>
                <w:sz w:val="24"/>
                <w:szCs w:val="24"/>
              </w:rPr>
              <w:t>prawidłowości i mechanizmy  zachodzące podczas uczestnictwa jednostki w strukturach społecznych i instytucjach życia publicznego, posiada wiedzę  w zakresie podejmowania działań zorientowanych na rozwiązywanie problemów z zakresu pracy socjalnej</w:t>
            </w:r>
          </w:p>
        </w:tc>
        <w:tc>
          <w:tcPr>
            <w:tcW w:w="1873" w:type="dxa"/>
          </w:tcPr>
          <w:p w14:paraId="386B1E8B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06,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</w:t>
            </w:r>
          </w:p>
          <w:p w14:paraId="007F86DA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 xml:space="preserve">15 </w:t>
            </w:r>
          </w:p>
          <w:p w14:paraId="37651032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3BFF" w:rsidRPr="009C54AE" w14:paraId="71687179" w14:textId="77777777" w:rsidTr="00EC3602">
        <w:tc>
          <w:tcPr>
            <w:tcW w:w="1134" w:type="dxa"/>
          </w:tcPr>
          <w:p w14:paraId="7DC7F83E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6663" w:type="dxa"/>
          </w:tcPr>
          <w:p w14:paraId="7B8B60B3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charakteryzuje się samodzielnością, wnikliwą analizą i praktycznym sposobem realizowania zarówno podstawowych ról zawodowych pracownika socjalnego, jak i rozstrzygania pojawiających się w pracy zawodowej dylematów o różnym charakterze</w:t>
            </w:r>
          </w:p>
          <w:p w14:paraId="2D09AEBC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posiada umiejętność analizowania w sposób praktyczny , zarówno zjawisk społecznych, jak i ludzkiego zachowania</w:t>
            </w:r>
          </w:p>
          <w:p w14:paraId="678137F0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jest przygotowany i świadomy  do ciągłe doskonalenia się, zarówno w rozwoju osobistym, jak i zawodowym oraz do aktywnego i odpowiedzialnego  uczestnictwa w pracach zespołowych</w:t>
            </w:r>
          </w:p>
        </w:tc>
        <w:tc>
          <w:tcPr>
            <w:tcW w:w="1873" w:type="dxa"/>
          </w:tcPr>
          <w:p w14:paraId="634BE3A1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12, 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17,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18</w:t>
            </w:r>
          </w:p>
        </w:tc>
      </w:tr>
      <w:tr w:rsidR="00E63BFF" w:rsidRPr="009C54AE" w14:paraId="7A2B1594" w14:textId="77777777" w:rsidTr="00EC3602">
        <w:tc>
          <w:tcPr>
            <w:tcW w:w="1134" w:type="dxa"/>
          </w:tcPr>
          <w:p w14:paraId="4ED634EE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6663" w:type="dxa"/>
          </w:tcPr>
          <w:p w14:paraId="0AB95F9D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posiada kompetencje organizowania i  szeroko rozumianej współpracy z partnerami w obszarze  działania w sytuacjach trudnych i kryzysowych oraz negocjowania stanowisk rozpoznając własne ograniczenia w pracy z różnym środowiskiem</w:t>
            </w:r>
          </w:p>
        </w:tc>
        <w:tc>
          <w:tcPr>
            <w:tcW w:w="1873" w:type="dxa"/>
          </w:tcPr>
          <w:p w14:paraId="0495B2A6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  <w:p w14:paraId="7DF34F03" w14:textId="77777777"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1E7D9C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9BF38" w14:textId="77777777" w:rsidR="00BB6329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995B9" w14:textId="77777777" w:rsidR="00BB6329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18D88" w14:textId="77777777" w:rsidR="00BB6329" w:rsidRPr="009C54AE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9F848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AB2A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8A17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2FE1E35" w14:textId="77777777" w:rsidTr="00923D7D">
        <w:tc>
          <w:tcPr>
            <w:tcW w:w="9639" w:type="dxa"/>
          </w:tcPr>
          <w:p w14:paraId="52B8B4D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2A73EA" w14:textId="77777777" w:rsidTr="00923D7D">
        <w:tc>
          <w:tcPr>
            <w:tcW w:w="9639" w:type="dxa"/>
          </w:tcPr>
          <w:p w14:paraId="39D98E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ADBB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22D" w14:textId="77777777" w:rsidR="0085747A" w:rsidRDefault="0085747A" w:rsidP="00BB63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44D29A" w14:textId="77777777" w:rsidR="00BB6329" w:rsidRPr="00BB6329" w:rsidRDefault="00BB6329" w:rsidP="00BD5C5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18B4D" w14:textId="77777777" w:rsidTr="00E63BFF">
        <w:tc>
          <w:tcPr>
            <w:tcW w:w="9520" w:type="dxa"/>
          </w:tcPr>
          <w:p w14:paraId="655038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4F05519" w14:textId="77777777" w:rsidTr="00E63BFF">
        <w:tc>
          <w:tcPr>
            <w:tcW w:w="9520" w:type="dxa"/>
          </w:tcPr>
          <w:p w14:paraId="71C9FC5C" w14:textId="77777777"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Mediacje – pojęcie, geneza, cele </w:t>
            </w:r>
          </w:p>
          <w:p w14:paraId="6CE34B22" w14:textId="77777777"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i istota mediacji </w:t>
            </w:r>
          </w:p>
          <w:p w14:paraId="66C63EFA" w14:textId="77777777"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Geneza mediacji</w:t>
            </w:r>
          </w:p>
          <w:p w14:paraId="5E6ADEC0" w14:textId="77777777" w:rsidR="0085747A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funkcje mediacji</w:t>
            </w:r>
          </w:p>
        </w:tc>
      </w:tr>
      <w:tr w:rsidR="0085747A" w:rsidRPr="009C54AE" w14:paraId="6155A828" w14:textId="77777777" w:rsidTr="00E63BFF">
        <w:tc>
          <w:tcPr>
            <w:tcW w:w="9520" w:type="dxa"/>
          </w:tcPr>
          <w:p w14:paraId="52FD88C2" w14:textId="77777777" w:rsidR="00355958" w:rsidRPr="00BB6329" w:rsidRDefault="00355958" w:rsidP="0035595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mediacji </w:t>
            </w:r>
          </w:p>
          <w:p w14:paraId="63744ACC" w14:textId="77777777" w:rsidR="00355958" w:rsidRPr="00BB6329" w:rsidRDefault="00355958" w:rsidP="0035595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Standardy prowadzenia mediacji </w:t>
            </w:r>
          </w:p>
          <w:p w14:paraId="7F666985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mediacji </w:t>
            </w:r>
          </w:p>
          <w:p w14:paraId="16EB055C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Standardy prowadzenia mediacji </w:t>
            </w:r>
          </w:p>
          <w:p w14:paraId="51395F94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Rola i umiejętności mediatora</w:t>
            </w:r>
          </w:p>
          <w:p w14:paraId="2114A3B5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Przebieg postępowania mediacyjnego </w:t>
            </w:r>
          </w:p>
          <w:p w14:paraId="2FD922A8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Modelowy przebieg mediacji według Moore’a </w:t>
            </w:r>
          </w:p>
          <w:p w14:paraId="381360F2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Wszczęcie postępowania mediacyjnego </w:t>
            </w:r>
          </w:p>
          <w:p w14:paraId="5A7AFC8E" w14:textId="77777777"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Sesja mediacyjna </w:t>
            </w:r>
          </w:p>
          <w:p w14:paraId="3B37A8DB" w14:textId="77777777" w:rsidR="0085747A" w:rsidRPr="00BB6329" w:rsidRDefault="003B336F" w:rsidP="003B336F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Zakończenie postępowania mediacyjnego</w:t>
            </w:r>
          </w:p>
        </w:tc>
      </w:tr>
    </w:tbl>
    <w:p w14:paraId="2E20F5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68AA5C" w14:textId="77777777" w:rsidR="00AD55F8" w:rsidRPr="00BB6329" w:rsidRDefault="009F4610" w:rsidP="00BB63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5C6E2D" w14:textId="77777777" w:rsidR="00AD55F8" w:rsidRPr="00BB6329" w:rsidRDefault="00BB6329" w:rsidP="00BB6329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Konwersatorium</w:t>
      </w:r>
      <w:r w:rsidR="00AD55F8" w:rsidRPr="00BB6329">
        <w:rPr>
          <w:rFonts w:ascii="Corbel" w:eastAsia="Times New Roman" w:hAnsi="Corbel"/>
          <w:sz w:val="24"/>
          <w:szCs w:val="24"/>
          <w:lang w:eastAsia="pl-PL"/>
        </w:rPr>
        <w:t>:  analiza tekstów z dyskusją,  praca w grupach</w:t>
      </w:r>
    </w:p>
    <w:p w14:paraId="5FFB9D9F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2DABE78" w14:textId="77777777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C9D6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250C4E" w14:textId="77777777" w:rsidR="0085747A" w:rsidRPr="00BD5C5A" w:rsidRDefault="0085747A" w:rsidP="00BD5C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63BFF" w:rsidRPr="009C54AE" w14:paraId="334DCC0D" w14:textId="77777777" w:rsidTr="00E63BFF">
        <w:tc>
          <w:tcPr>
            <w:tcW w:w="1961" w:type="dxa"/>
            <w:vAlign w:val="center"/>
          </w:tcPr>
          <w:p w14:paraId="665601E5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0C93AE2C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8D8AC1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0910CD82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89AF6" w14:textId="77777777"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3BFF" w:rsidRPr="009C54AE" w14:paraId="0516F88E" w14:textId="77777777" w:rsidTr="00E63BFF">
        <w:tc>
          <w:tcPr>
            <w:tcW w:w="1961" w:type="dxa"/>
          </w:tcPr>
          <w:p w14:paraId="4A99CBCA" w14:textId="77777777"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92BDFA6" w14:textId="77777777"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  <w:r w:rsidR="00BD5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14:paraId="732F9FEB" w14:textId="77777777"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63BFF" w:rsidRPr="009C54AE" w14:paraId="37D14ED3" w14:textId="77777777" w:rsidTr="00E63BFF">
        <w:trPr>
          <w:trHeight w:val="300"/>
        </w:trPr>
        <w:tc>
          <w:tcPr>
            <w:tcW w:w="1961" w:type="dxa"/>
          </w:tcPr>
          <w:p w14:paraId="5D4A0E91" w14:textId="77777777"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7D1DA63E" w14:textId="77777777" w:rsidR="00E63BFF" w:rsidRPr="009C54AE" w:rsidRDefault="00BD5C5A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14:paraId="757F82FE" w14:textId="77777777"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3FF9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63BFF" w:rsidRPr="009C54AE" w14:paraId="67264DE7" w14:textId="77777777" w:rsidTr="00E63BFF">
        <w:trPr>
          <w:trHeight w:val="290"/>
        </w:trPr>
        <w:tc>
          <w:tcPr>
            <w:tcW w:w="1961" w:type="dxa"/>
          </w:tcPr>
          <w:p w14:paraId="73C9B490" w14:textId="77777777"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1C20F632" w14:textId="77777777" w:rsidR="00E63BFF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379195A3" w14:textId="77777777"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3FF9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3877F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23A06" w14:textId="77777777" w:rsidR="00923D7D" w:rsidRPr="009C54AE" w:rsidRDefault="003E1941" w:rsidP="00BD5C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1A9BB5" w14:textId="77777777" w:rsidTr="00923D7D">
        <w:tc>
          <w:tcPr>
            <w:tcW w:w="9670" w:type="dxa"/>
          </w:tcPr>
          <w:p w14:paraId="47B8DD1C" w14:textId="77777777" w:rsidR="00CB2EE4" w:rsidRPr="00BD5C5A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A07485A" w14:textId="77777777" w:rsidR="00CB2EE4" w:rsidRPr="00BD5C5A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40% oceny  aktywność  w trakcie zajęć</w:t>
            </w:r>
          </w:p>
          <w:p w14:paraId="246F5B9F" w14:textId="77777777" w:rsidR="0085747A" w:rsidRPr="00BD5C5A" w:rsidRDefault="00CB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</w:p>
        </w:tc>
      </w:tr>
    </w:tbl>
    <w:p w14:paraId="1AD44A6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BDC9" w14:textId="77777777"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1BB199" w14:textId="77777777"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8EB6F" w14:textId="77777777"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CEBA6" w14:textId="77777777"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0F8D" w14:textId="77777777" w:rsidR="00BD5C5A" w:rsidRPr="009C54AE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7682A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7FA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13F43D" w14:textId="77777777" w:rsidTr="003E1941">
        <w:tc>
          <w:tcPr>
            <w:tcW w:w="4962" w:type="dxa"/>
            <w:vAlign w:val="center"/>
          </w:tcPr>
          <w:p w14:paraId="5BA6875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A409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74E692" w14:textId="77777777" w:rsidTr="00923D7D">
        <w:tc>
          <w:tcPr>
            <w:tcW w:w="4962" w:type="dxa"/>
          </w:tcPr>
          <w:p w14:paraId="168D79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B3249" w14:textId="77777777" w:rsidR="0085747A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0605EA" w14:textId="77777777" w:rsidTr="00923D7D">
        <w:tc>
          <w:tcPr>
            <w:tcW w:w="4962" w:type="dxa"/>
          </w:tcPr>
          <w:p w14:paraId="6ABE56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1839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583C16" w14:textId="77777777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54937C3" w14:textId="77777777" w:rsidTr="00923D7D">
        <w:tc>
          <w:tcPr>
            <w:tcW w:w="4962" w:type="dxa"/>
          </w:tcPr>
          <w:p w14:paraId="511DA77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AE68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F2BCFE" w14:textId="77777777" w:rsidR="00C61DC5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0157D6A2" w14:textId="77777777" w:rsidTr="00923D7D">
        <w:tc>
          <w:tcPr>
            <w:tcW w:w="4962" w:type="dxa"/>
          </w:tcPr>
          <w:p w14:paraId="04ED05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F38C3E" w14:textId="77777777"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8CA6FFB" w14:textId="77777777" w:rsidTr="00923D7D">
        <w:tc>
          <w:tcPr>
            <w:tcW w:w="4962" w:type="dxa"/>
          </w:tcPr>
          <w:p w14:paraId="21D1A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6019CD" w14:textId="77777777"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6A93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10782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3A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A1ACD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B77CF53" w14:textId="77777777" w:rsidTr="0071620A">
        <w:trPr>
          <w:trHeight w:val="397"/>
        </w:trPr>
        <w:tc>
          <w:tcPr>
            <w:tcW w:w="3544" w:type="dxa"/>
          </w:tcPr>
          <w:p w14:paraId="513797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C20CF4" w14:textId="77777777" w:rsidR="0085747A" w:rsidRPr="009C54AE" w:rsidRDefault="00F6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53222BEE" w14:textId="77777777" w:rsidTr="0071620A">
        <w:trPr>
          <w:trHeight w:val="397"/>
        </w:trPr>
        <w:tc>
          <w:tcPr>
            <w:tcW w:w="3544" w:type="dxa"/>
          </w:tcPr>
          <w:p w14:paraId="5E595F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A2018C" w14:textId="77777777" w:rsidR="0085747A" w:rsidRPr="009C54AE" w:rsidRDefault="00F6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0FC1B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BDDF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624143" w14:textId="77777777" w:rsidR="0085747A" w:rsidRPr="009C54AE" w:rsidRDefault="0085747A" w:rsidP="00536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3607F" w:rsidRPr="0033791F" w14:paraId="723DFAC4" w14:textId="77777777" w:rsidTr="0053607F">
        <w:trPr>
          <w:trHeight w:val="397"/>
        </w:trPr>
        <w:tc>
          <w:tcPr>
            <w:tcW w:w="10065" w:type="dxa"/>
          </w:tcPr>
          <w:p w14:paraId="7126C564" w14:textId="77777777" w:rsidR="0053607F" w:rsidRPr="00F6527A" w:rsidRDefault="0053607F" w:rsidP="004973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5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6F7028" w14:textId="77777777" w:rsidR="0053607F" w:rsidRPr="00F6527A" w:rsidRDefault="0053607F" w:rsidP="004973C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Butrym Z. 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(1998).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Istota pracy socjalnej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>.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Kraków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>: ALL.</w:t>
            </w:r>
          </w:p>
          <w:p w14:paraId="092E9EDA" w14:textId="77777777" w:rsidR="0053607F" w:rsidRPr="00F6527A" w:rsidRDefault="0053607F" w:rsidP="004973C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proofErr w:type="spellStart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Br</w:t>
            </w:r>
            <w:r w:rsidRPr="00F6527A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giel</w:t>
            </w:r>
            <w:proofErr w:type="spellEnd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J, Sikora P. 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(2005).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Praca</w:t>
            </w:r>
            <w:r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 xml:space="preserve"> socjalna wobec rzeczywistych i 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potencjalnych zagro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>ż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e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 xml:space="preserve">ń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człowieka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>. Opole: Wydawnictwo Uniwersytetu Opolskiego.</w:t>
            </w:r>
          </w:p>
          <w:p w14:paraId="5C90CF76" w14:textId="77777777" w:rsidR="0053607F" w:rsidRDefault="0053607F" w:rsidP="004973C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527A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Krzyszkowski J. (red.). (2011</w:t>
            </w:r>
            <w:r w:rsidRPr="0033791F">
              <w:rPr>
                <w:rFonts w:ascii="Corbel" w:hAnsi="Corbel"/>
                <w:i/>
                <w:sz w:val="24"/>
                <w:szCs w:val="24"/>
              </w:rPr>
              <w:t>).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Współczesne tendencje w </w:t>
            </w:r>
            <w:r w:rsidRPr="0033791F">
              <w:rPr>
                <w:rFonts w:ascii="Corbel" w:hAnsi="Corbel"/>
                <w:i/>
                <w:sz w:val="24"/>
                <w:szCs w:val="24"/>
              </w:rPr>
              <w:t>pomocy społecznej i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F6527A">
              <w:rPr>
                <w:rFonts w:ascii="Corbel" w:hAnsi="Corbel"/>
                <w:sz w:val="24"/>
                <w:szCs w:val="24"/>
              </w:rPr>
              <w:t>Mazowieckie Centru</w:t>
            </w:r>
            <w:r>
              <w:rPr>
                <w:rFonts w:ascii="Corbel" w:hAnsi="Corbel"/>
                <w:sz w:val="24"/>
                <w:szCs w:val="24"/>
              </w:rPr>
              <w:t>m Polityki Społecznej.</w:t>
            </w:r>
          </w:p>
          <w:p w14:paraId="3A73B989" w14:textId="77777777" w:rsidR="0053607F" w:rsidRDefault="0053607F" w:rsidP="004973C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(2011).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791F">
              <w:rPr>
                <w:rFonts w:ascii="Corbel" w:hAnsi="Corbel"/>
                <w:i/>
                <w:sz w:val="24"/>
                <w:szCs w:val="24"/>
              </w:rPr>
              <w:t>Negocjacje w kręgu pomocy, wychowania i prawa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Rzeszów</w:t>
            </w:r>
            <w:r>
              <w:rPr>
                <w:rFonts w:ascii="Corbel" w:hAnsi="Corbel"/>
                <w:sz w:val="24"/>
                <w:szCs w:val="24"/>
              </w:rPr>
              <w:t>: Wydawnictwo UR.</w:t>
            </w:r>
          </w:p>
          <w:p w14:paraId="04A1842E" w14:textId="77777777" w:rsidR="0053607F" w:rsidRPr="00F6527A" w:rsidRDefault="0053607F" w:rsidP="004973C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Górska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 (2007).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Mediacja w rozwiązywaniu konfliktów rodzinnych, Warszawa</w:t>
            </w:r>
            <w:r>
              <w:rPr>
                <w:rFonts w:ascii="Corbel" w:hAnsi="Corbel"/>
                <w:sz w:val="24"/>
                <w:szCs w:val="24"/>
              </w:rPr>
              <w:t>: C.H. Beck.</w:t>
            </w:r>
          </w:p>
          <w:p w14:paraId="43589028" w14:textId="77777777" w:rsidR="0053607F" w:rsidRPr="00F6527A" w:rsidRDefault="0053607F" w:rsidP="004973CF">
            <w:pPr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proofErr w:type="spellStart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Kantowicz</w:t>
            </w:r>
            <w:proofErr w:type="spellEnd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E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>. (2001 ).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Elementy teorii i praktyki w pracy socjalnej</w:t>
            </w:r>
            <w:r>
              <w:rPr>
                <w:rFonts w:ascii="Corbel" w:hAnsi="Corbel" w:cs="Times-Roman"/>
                <w:sz w:val="24"/>
                <w:szCs w:val="24"/>
                <w:lang w:eastAsia="pl-PL"/>
              </w:rPr>
              <w:t>. Olsztyn: Uniwersytet Warmińsko-Mazurski.</w:t>
            </w:r>
          </w:p>
          <w:p w14:paraId="379F3842" w14:textId="77777777" w:rsidR="0053607F" w:rsidRPr="0033791F" w:rsidRDefault="0053607F" w:rsidP="004973C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>Ry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nkowska D.,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 (2014). Mediacje w pracy socjalnej.</w:t>
            </w: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: Wydawnictwo UR.</w:t>
            </w:r>
          </w:p>
        </w:tc>
      </w:tr>
      <w:tr w:rsidR="0053607F" w:rsidRPr="000C3739" w14:paraId="328EE038" w14:textId="77777777" w:rsidTr="0053607F">
        <w:trPr>
          <w:trHeight w:val="397"/>
        </w:trPr>
        <w:tc>
          <w:tcPr>
            <w:tcW w:w="10065" w:type="dxa"/>
          </w:tcPr>
          <w:p w14:paraId="4ECA1349" w14:textId="77777777" w:rsidR="0053607F" w:rsidRDefault="0053607F" w:rsidP="004973CF">
            <w:pPr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952A885" w14:textId="77777777" w:rsidR="0053607F" w:rsidRPr="00F6527A" w:rsidRDefault="0053607F" w:rsidP="004973C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Bacia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(2011)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Mediacje w pr</w:t>
            </w:r>
            <w:r>
              <w:rPr>
                <w:rFonts w:ascii="Corbel" w:hAnsi="Corbel"/>
                <w:sz w:val="24"/>
                <w:szCs w:val="24"/>
              </w:rPr>
              <w:t>acy socjalnej.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B. Skrzypczak (red.).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Organizowanie społeczności lokalnej. Analizy, konteksty, uwarunkowania</w:t>
            </w:r>
            <w:r>
              <w:rPr>
                <w:rFonts w:ascii="Corbel" w:hAnsi="Corbel"/>
                <w:sz w:val="24"/>
                <w:szCs w:val="24"/>
              </w:rPr>
              <w:t xml:space="preserve"> (red.). </w:t>
            </w:r>
            <w:r w:rsidRPr="00F6527A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Instytut Spraw Publicznych.</w:t>
            </w:r>
          </w:p>
          <w:p w14:paraId="3317B75B" w14:textId="77777777" w:rsidR="0053607F" w:rsidRPr="00F6527A" w:rsidRDefault="0053607F" w:rsidP="004973C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527A">
              <w:rPr>
                <w:rFonts w:ascii="Corbel" w:hAnsi="Corbel"/>
                <w:sz w:val="24"/>
                <w:szCs w:val="24"/>
              </w:rPr>
              <w:t>Czarnec</w:t>
            </w:r>
            <w:r>
              <w:rPr>
                <w:rFonts w:ascii="Corbel" w:hAnsi="Corbel"/>
                <w:sz w:val="24"/>
                <w:szCs w:val="24"/>
              </w:rPr>
              <w:t>ka-Dzialuk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Wójcik D. (2001).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Mediacja w sprawach nieletnich w świetle teorii i badań</w:t>
            </w:r>
            <w:r w:rsidRPr="00F6527A">
              <w:rPr>
                <w:rFonts w:ascii="Corbel" w:hAnsi="Corbel"/>
                <w:sz w:val="24"/>
                <w:szCs w:val="24"/>
              </w:rPr>
              <w:t>,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Typografika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FE1EB03" w14:textId="77777777" w:rsidR="0053607F" w:rsidRPr="00F6527A" w:rsidRDefault="0053607F" w:rsidP="004973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>,,Mediator’’, kwartalnik, P</w:t>
            </w:r>
            <w:r>
              <w:rPr>
                <w:rFonts w:ascii="Corbel" w:hAnsi="Corbel"/>
                <w:sz w:val="24"/>
                <w:szCs w:val="24"/>
              </w:rPr>
              <w:t>olskie Centrum mediacji.</w:t>
            </w:r>
          </w:p>
          <w:p w14:paraId="09019A79" w14:textId="77777777" w:rsidR="0053607F" w:rsidRPr="00F6527A" w:rsidRDefault="0053607F" w:rsidP="004973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Moore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Ch.W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(2009).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Mediacje. Praktyczne strategie rozwiązywania konfliktów</w:t>
            </w:r>
            <w:r>
              <w:rPr>
                <w:rFonts w:ascii="Corbel" w:hAnsi="Corbel"/>
                <w:sz w:val="24"/>
                <w:szCs w:val="24"/>
              </w:rPr>
              <w:t>. Warszawa: Wolters Kluwer.</w:t>
            </w:r>
          </w:p>
          <w:p w14:paraId="1D8FD945" w14:textId="77777777" w:rsidR="0053607F" w:rsidRPr="000C3739" w:rsidRDefault="0053607F" w:rsidP="004973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Pawlas-Czyż S. (red.). (2007).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Praca socjalna wobec współczesnych problemów społecznych</w:t>
            </w:r>
            <w:r>
              <w:rPr>
                <w:rFonts w:ascii="Corbel" w:hAnsi="Corbel"/>
                <w:sz w:val="24"/>
                <w:szCs w:val="24"/>
              </w:rPr>
              <w:t>. Toruń: Akapit.</w:t>
            </w:r>
          </w:p>
        </w:tc>
      </w:tr>
    </w:tbl>
    <w:p w14:paraId="706E84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D18E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90E1" w14:textId="77777777" w:rsidR="008655B8" w:rsidRDefault="008655B8" w:rsidP="00C16ABF">
      <w:pPr>
        <w:spacing w:after="0" w:line="240" w:lineRule="auto"/>
      </w:pPr>
      <w:r>
        <w:separator/>
      </w:r>
    </w:p>
  </w:endnote>
  <w:endnote w:type="continuationSeparator" w:id="0">
    <w:p w14:paraId="0F1971C8" w14:textId="77777777" w:rsidR="008655B8" w:rsidRDefault="008655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459FA" w14:textId="77777777" w:rsidR="008655B8" w:rsidRDefault="008655B8" w:rsidP="00C16ABF">
      <w:pPr>
        <w:spacing w:after="0" w:line="240" w:lineRule="auto"/>
      </w:pPr>
      <w:r>
        <w:separator/>
      </w:r>
    </w:p>
  </w:footnote>
  <w:footnote w:type="continuationSeparator" w:id="0">
    <w:p w14:paraId="2C2449DB" w14:textId="77777777" w:rsidR="008655B8" w:rsidRDefault="008655B8" w:rsidP="00C16ABF">
      <w:pPr>
        <w:spacing w:after="0" w:line="240" w:lineRule="auto"/>
      </w:pPr>
      <w:r>
        <w:continuationSeparator/>
      </w:r>
    </w:p>
  </w:footnote>
  <w:footnote w:id="1">
    <w:p w14:paraId="4CBFFBC0" w14:textId="77777777" w:rsidR="00E63BFF" w:rsidRDefault="00E63BFF" w:rsidP="00E63B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A0B"/>
    <w:rsid w:val="000152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37D23"/>
    <w:rsid w:val="00146BC0"/>
    <w:rsid w:val="00150D49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336F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110A8"/>
    <w:rsid w:val="00414E3C"/>
    <w:rsid w:val="0042244A"/>
    <w:rsid w:val="00426FA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22E"/>
    <w:rsid w:val="004D5282"/>
    <w:rsid w:val="004F1551"/>
    <w:rsid w:val="004F55A3"/>
    <w:rsid w:val="0050496F"/>
    <w:rsid w:val="00513B6F"/>
    <w:rsid w:val="00517C63"/>
    <w:rsid w:val="0053607F"/>
    <w:rsid w:val="005363C4"/>
    <w:rsid w:val="00536BDE"/>
    <w:rsid w:val="00543ACC"/>
    <w:rsid w:val="0056696D"/>
    <w:rsid w:val="0059484D"/>
    <w:rsid w:val="005A0855"/>
    <w:rsid w:val="005A133C"/>
    <w:rsid w:val="005A3196"/>
    <w:rsid w:val="005B19CB"/>
    <w:rsid w:val="005C080F"/>
    <w:rsid w:val="005C55E5"/>
    <w:rsid w:val="005C696A"/>
    <w:rsid w:val="005E6E85"/>
    <w:rsid w:val="005F31D2"/>
    <w:rsid w:val="00605598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86"/>
    <w:rsid w:val="007C3299"/>
    <w:rsid w:val="007C3BCC"/>
    <w:rsid w:val="007C4546"/>
    <w:rsid w:val="007D6E56"/>
    <w:rsid w:val="007F4155"/>
    <w:rsid w:val="0081081B"/>
    <w:rsid w:val="0081554D"/>
    <w:rsid w:val="0081707E"/>
    <w:rsid w:val="008449B3"/>
    <w:rsid w:val="008552A2"/>
    <w:rsid w:val="0085747A"/>
    <w:rsid w:val="008655B8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6E29"/>
    <w:rsid w:val="00916188"/>
    <w:rsid w:val="009237CA"/>
    <w:rsid w:val="00923D7D"/>
    <w:rsid w:val="009508DF"/>
    <w:rsid w:val="00950DAC"/>
    <w:rsid w:val="00954A07"/>
    <w:rsid w:val="009765E3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B053C"/>
    <w:rsid w:val="00AD1146"/>
    <w:rsid w:val="00AD27D3"/>
    <w:rsid w:val="00AD55F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B6329"/>
    <w:rsid w:val="00BB7972"/>
    <w:rsid w:val="00BD3869"/>
    <w:rsid w:val="00BD5C5A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576D9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D6897"/>
    <w:rsid w:val="00CE5BAC"/>
    <w:rsid w:val="00CF24E8"/>
    <w:rsid w:val="00CF25BE"/>
    <w:rsid w:val="00CF78ED"/>
    <w:rsid w:val="00D02B25"/>
    <w:rsid w:val="00D02EBA"/>
    <w:rsid w:val="00D03DD8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BFF"/>
    <w:rsid w:val="00E742AA"/>
    <w:rsid w:val="00E77E88"/>
    <w:rsid w:val="00E8107D"/>
    <w:rsid w:val="00E960BB"/>
    <w:rsid w:val="00EA2074"/>
    <w:rsid w:val="00EA4832"/>
    <w:rsid w:val="00EA4E9D"/>
    <w:rsid w:val="00EC3602"/>
    <w:rsid w:val="00EC4899"/>
    <w:rsid w:val="00ED03AB"/>
    <w:rsid w:val="00ED32D2"/>
    <w:rsid w:val="00EE32DE"/>
    <w:rsid w:val="00EE5457"/>
    <w:rsid w:val="00F067C5"/>
    <w:rsid w:val="00F070AB"/>
    <w:rsid w:val="00F118FC"/>
    <w:rsid w:val="00F17567"/>
    <w:rsid w:val="00F27A7B"/>
    <w:rsid w:val="00F3698A"/>
    <w:rsid w:val="00F526AF"/>
    <w:rsid w:val="00F617C3"/>
    <w:rsid w:val="00F6527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8F25"/>
  <w15:docId w15:val="{69C9CB57-C8C5-4DCA-B018-2320C6EC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3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3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3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678D1A-4E0F-4440-8ABC-5D98B493D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ED985-FA35-4462-BB6C-2FF7523EEA01}"/>
</file>

<file path=customXml/itemProps3.xml><?xml version="1.0" encoding="utf-8"?>
<ds:datastoreItem xmlns:ds="http://schemas.openxmlformats.org/officeDocument/2006/customXml" ds:itemID="{06FE130D-31F0-4030-AF7D-E75C42B4B87F}"/>
</file>

<file path=customXml/itemProps4.xml><?xml version="1.0" encoding="utf-8"?>
<ds:datastoreItem xmlns:ds="http://schemas.openxmlformats.org/officeDocument/2006/customXml" ds:itemID="{C468DC05-F1EA-49DB-BD31-670BD67FC3D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2019-02-06T12:12:00Z</cp:lastPrinted>
  <dcterms:created xsi:type="dcterms:W3CDTF">2020-10-29T04:37:00Z</dcterms:created>
  <dcterms:modified xsi:type="dcterms:W3CDTF">2021-10-01T14:55:00Z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